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DE65F" w14:textId="0D794D08" w:rsidR="006E5D65" w:rsidRPr="00CA7D66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A7D66">
        <w:rPr>
          <w:rFonts w:ascii="Corbel" w:hAnsi="Corbel"/>
          <w:b/>
          <w:bCs/>
        </w:rPr>
        <w:t xml:space="preserve">   </w:t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CD6897" w:rsidRPr="00CA7D66">
        <w:rPr>
          <w:rFonts w:ascii="Corbel" w:hAnsi="Corbel"/>
          <w:b/>
          <w:bCs/>
        </w:rPr>
        <w:tab/>
      </w:r>
      <w:r w:rsidR="00D8678B" w:rsidRPr="00CA7D66">
        <w:rPr>
          <w:rFonts w:ascii="Corbel" w:hAnsi="Corbel"/>
          <w:bCs/>
          <w:i/>
        </w:rPr>
        <w:t xml:space="preserve">Załącznik nr </w:t>
      </w:r>
      <w:r w:rsidR="006F31E2" w:rsidRPr="00CA7D66">
        <w:rPr>
          <w:rFonts w:ascii="Corbel" w:hAnsi="Corbel"/>
          <w:bCs/>
          <w:i/>
        </w:rPr>
        <w:t>1.5</w:t>
      </w:r>
      <w:r w:rsidR="00D8678B" w:rsidRPr="00CA7D66">
        <w:rPr>
          <w:rFonts w:ascii="Corbel" w:hAnsi="Corbel"/>
          <w:bCs/>
          <w:i/>
        </w:rPr>
        <w:t xml:space="preserve"> do Zarządzenia</w:t>
      </w:r>
      <w:r w:rsidR="002A22BF" w:rsidRPr="00CA7D66">
        <w:rPr>
          <w:rFonts w:ascii="Corbel" w:hAnsi="Corbel"/>
          <w:bCs/>
          <w:i/>
        </w:rPr>
        <w:t xml:space="preserve"> Rektora UR </w:t>
      </w:r>
      <w:r w:rsidR="00CD6897" w:rsidRPr="00CA7D66">
        <w:rPr>
          <w:rFonts w:ascii="Corbel" w:hAnsi="Corbel"/>
          <w:bCs/>
          <w:i/>
        </w:rPr>
        <w:t xml:space="preserve"> nr </w:t>
      </w:r>
      <w:r w:rsidR="001633AE" w:rsidRPr="001633AE">
        <w:rPr>
          <w:rFonts w:ascii="Corbel" w:hAnsi="Corbel"/>
          <w:bCs/>
          <w:i/>
        </w:rPr>
        <w:t xml:space="preserve"> </w:t>
      </w:r>
      <w:r w:rsidR="001633AE" w:rsidRPr="001633AE">
        <w:rPr>
          <w:rFonts w:ascii="Corbel" w:hAnsi="Corbel" w:cs="Arial"/>
        </w:rPr>
        <w:t>7/2023</w:t>
      </w:r>
    </w:p>
    <w:p w14:paraId="7D9B7CC9" w14:textId="77777777" w:rsidR="0085747A" w:rsidRPr="00CA7D6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7D66">
        <w:rPr>
          <w:rFonts w:ascii="Corbel" w:hAnsi="Corbel"/>
          <w:b/>
          <w:smallCaps/>
          <w:sz w:val="24"/>
          <w:szCs w:val="24"/>
        </w:rPr>
        <w:t>SYLABUS</w:t>
      </w:r>
    </w:p>
    <w:p w14:paraId="510F26A7" w14:textId="7051E1C5" w:rsidR="0085747A" w:rsidRPr="00CA7D6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A7D6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A7D66">
        <w:rPr>
          <w:rFonts w:ascii="Corbel" w:hAnsi="Corbel"/>
          <w:b/>
          <w:smallCaps/>
          <w:sz w:val="24"/>
          <w:szCs w:val="24"/>
        </w:rPr>
        <w:t xml:space="preserve"> </w:t>
      </w:r>
      <w:r w:rsidR="00010D7D">
        <w:rPr>
          <w:rFonts w:ascii="Corbel" w:hAnsi="Corbel"/>
          <w:b/>
          <w:smallCaps/>
          <w:sz w:val="24"/>
          <w:szCs w:val="24"/>
        </w:rPr>
        <w:t>202</w:t>
      </w:r>
      <w:r w:rsidR="001633AE">
        <w:rPr>
          <w:rFonts w:ascii="Corbel" w:hAnsi="Corbel"/>
          <w:b/>
          <w:smallCaps/>
          <w:sz w:val="24"/>
          <w:szCs w:val="24"/>
        </w:rPr>
        <w:t>3</w:t>
      </w:r>
      <w:r w:rsidR="00010D7D">
        <w:rPr>
          <w:rFonts w:ascii="Corbel" w:hAnsi="Corbel"/>
          <w:b/>
          <w:smallCaps/>
          <w:sz w:val="24"/>
          <w:szCs w:val="24"/>
        </w:rPr>
        <w:t>-202</w:t>
      </w:r>
      <w:r w:rsidR="001633AE">
        <w:rPr>
          <w:rFonts w:ascii="Corbel" w:hAnsi="Corbel"/>
          <w:b/>
          <w:smallCaps/>
          <w:sz w:val="24"/>
          <w:szCs w:val="24"/>
        </w:rPr>
        <w:t>5</w:t>
      </w:r>
    </w:p>
    <w:p w14:paraId="4D4AA36B" w14:textId="745ACFEB" w:rsidR="0085747A" w:rsidRPr="00CA7D66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7D6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10D7D">
        <w:rPr>
          <w:rFonts w:ascii="Corbel" w:hAnsi="Corbel"/>
          <w:i/>
          <w:sz w:val="24"/>
          <w:szCs w:val="24"/>
        </w:rPr>
        <w:tab/>
      </w:r>
      <w:r w:rsidR="0085747A" w:rsidRPr="00CA7D66">
        <w:rPr>
          <w:rFonts w:ascii="Corbel" w:hAnsi="Corbel"/>
          <w:i/>
          <w:sz w:val="20"/>
          <w:szCs w:val="20"/>
        </w:rPr>
        <w:t>(skrajne daty</w:t>
      </w:r>
      <w:r w:rsidR="0085747A" w:rsidRPr="00CA7D66">
        <w:rPr>
          <w:rFonts w:ascii="Corbel" w:hAnsi="Corbel"/>
          <w:sz w:val="20"/>
          <w:szCs w:val="20"/>
        </w:rPr>
        <w:t>)</w:t>
      </w:r>
    </w:p>
    <w:p w14:paraId="436C160A" w14:textId="5D033F92" w:rsidR="00445970" w:rsidRPr="00CA7D66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A7D66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ab/>
      </w:r>
      <w:r w:rsidR="00010D7D">
        <w:rPr>
          <w:rFonts w:ascii="Corbel" w:hAnsi="Corbel"/>
          <w:sz w:val="20"/>
          <w:szCs w:val="20"/>
        </w:rPr>
        <w:tab/>
      </w:r>
      <w:r w:rsidRPr="00CA7D66">
        <w:rPr>
          <w:rFonts w:ascii="Corbel" w:hAnsi="Corbel"/>
          <w:sz w:val="20"/>
          <w:szCs w:val="20"/>
        </w:rPr>
        <w:t xml:space="preserve">Rok akademicki </w:t>
      </w:r>
      <w:r w:rsidR="00010D7D">
        <w:rPr>
          <w:rFonts w:ascii="Corbel" w:hAnsi="Corbel"/>
          <w:sz w:val="20"/>
          <w:szCs w:val="20"/>
        </w:rPr>
        <w:t>202</w:t>
      </w:r>
      <w:r w:rsidR="001633AE">
        <w:rPr>
          <w:rFonts w:ascii="Corbel" w:hAnsi="Corbel"/>
          <w:sz w:val="20"/>
          <w:szCs w:val="20"/>
        </w:rPr>
        <w:t>4</w:t>
      </w:r>
      <w:r w:rsidR="00010D7D">
        <w:rPr>
          <w:rFonts w:ascii="Corbel" w:hAnsi="Corbel"/>
          <w:sz w:val="20"/>
          <w:szCs w:val="20"/>
        </w:rPr>
        <w:t>/202</w:t>
      </w:r>
      <w:r w:rsidR="001633AE">
        <w:rPr>
          <w:rFonts w:ascii="Corbel" w:hAnsi="Corbel"/>
          <w:sz w:val="20"/>
          <w:szCs w:val="20"/>
        </w:rPr>
        <w:t>5</w:t>
      </w:r>
    </w:p>
    <w:p w14:paraId="24965321" w14:textId="77777777" w:rsidR="0085747A" w:rsidRPr="00CA7D6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FFD621" w14:textId="77777777" w:rsidR="0085747A" w:rsidRPr="00CA7D6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A7D66">
        <w:rPr>
          <w:rFonts w:ascii="Corbel" w:hAnsi="Corbel"/>
          <w:szCs w:val="24"/>
        </w:rPr>
        <w:t xml:space="preserve">1. </w:t>
      </w:r>
      <w:r w:rsidR="0085747A" w:rsidRPr="00CA7D66">
        <w:rPr>
          <w:rFonts w:ascii="Corbel" w:hAnsi="Corbel"/>
          <w:szCs w:val="24"/>
        </w:rPr>
        <w:t xml:space="preserve">Podstawowe </w:t>
      </w:r>
      <w:r w:rsidR="00445970" w:rsidRPr="00CA7D6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7D66" w14:paraId="7F729C14" w14:textId="77777777" w:rsidTr="00B819C8">
        <w:tc>
          <w:tcPr>
            <w:tcW w:w="2694" w:type="dxa"/>
            <w:vAlign w:val="center"/>
          </w:tcPr>
          <w:p w14:paraId="32C69238" w14:textId="77777777" w:rsidR="0085747A" w:rsidRPr="00CA7D6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E44D35" w14:textId="091F598E" w:rsidR="0085747A" w:rsidRPr="003E4BA7" w:rsidRDefault="007A6759" w:rsidP="00A36D4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E4BA7">
              <w:rPr>
                <w:rFonts w:ascii="Corbel" w:hAnsi="Corbel"/>
                <w:bCs/>
                <w:sz w:val="24"/>
                <w:szCs w:val="24"/>
              </w:rPr>
              <w:t>Programy wsparcia dla osób niepełnosprawnych intelektualnie i chorych psychicznie</w:t>
            </w:r>
          </w:p>
        </w:tc>
      </w:tr>
      <w:tr w:rsidR="0085747A" w:rsidRPr="00CA7D66" w14:paraId="5B3683DD" w14:textId="77777777" w:rsidTr="00B819C8">
        <w:tc>
          <w:tcPr>
            <w:tcW w:w="2694" w:type="dxa"/>
            <w:vAlign w:val="center"/>
          </w:tcPr>
          <w:p w14:paraId="6ADAA373" w14:textId="77777777" w:rsidR="0085747A" w:rsidRPr="00CA7D6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7D6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D5A1A" w14:textId="1E56A19E" w:rsidR="0085747A" w:rsidRPr="00CA7D66" w:rsidRDefault="007A67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86780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CA7D66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CA7D66" w:rsidRPr="00CA7D6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CA7D66" w14:paraId="23D72C50" w14:textId="77777777" w:rsidTr="00B819C8">
        <w:tc>
          <w:tcPr>
            <w:tcW w:w="2694" w:type="dxa"/>
            <w:vAlign w:val="center"/>
          </w:tcPr>
          <w:p w14:paraId="556DAF1E" w14:textId="77777777" w:rsidR="0085747A" w:rsidRPr="00CA7D6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A7D6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E3F913" w14:textId="2AC66E03" w:rsidR="0085747A" w:rsidRPr="00CA7D66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7D66" w14:paraId="13368EAF" w14:textId="77777777" w:rsidTr="00B819C8">
        <w:tc>
          <w:tcPr>
            <w:tcW w:w="2694" w:type="dxa"/>
            <w:vAlign w:val="center"/>
          </w:tcPr>
          <w:p w14:paraId="10CBCDCF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A34262" w14:textId="692711FB" w:rsidR="0085747A" w:rsidRPr="00CA7D66" w:rsidRDefault="003E4B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4BA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CA7D66" w14:paraId="4C0E7D1D" w14:textId="77777777" w:rsidTr="00B819C8">
        <w:tc>
          <w:tcPr>
            <w:tcW w:w="2694" w:type="dxa"/>
            <w:vAlign w:val="center"/>
          </w:tcPr>
          <w:p w14:paraId="2F0C8466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401912" w14:textId="59438FD0" w:rsidR="0085747A" w:rsidRPr="00CA7D66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CA7D66" w14:paraId="1335885C" w14:textId="77777777" w:rsidTr="00B819C8">
        <w:tc>
          <w:tcPr>
            <w:tcW w:w="2694" w:type="dxa"/>
            <w:vAlign w:val="center"/>
          </w:tcPr>
          <w:p w14:paraId="62E29681" w14:textId="77777777" w:rsidR="0085747A" w:rsidRPr="00CA7D6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ABF4" w14:textId="799D6C3E" w:rsidR="0085747A" w:rsidRPr="00CA7D66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 w:rsidRPr="00CA7D6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A7D6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CA7D66" w14:paraId="6C894FF5" w14:textId="77777777" w:rsidTr="00B819C8">
        <w:tc>
          <w:tcPr>
            <w:tcW w:w="2694" w:type="dxa"/>
            <w:vAlign w:val="center"/>
          </w:tcPr>
          <w:p w14:paraId="07BCE74D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021916" w14:textId="5EEBDE55" w:rsidR="0085747A" w:rsidRPr="00CA7D66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A7D66" w14:paraId="34BA6CC7" w14:textId="77777777" w:rsidTr="00B819C8">
        <w:tc>
          <w:tcPr>
            <w:tcW w:w="2694" w:type="dxa"/>
            <w:vAlign w:val="center"/>
          </w:tcPr>
          <w:p w14:paraId="6ACD6AA7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818439" w14:textId="5129F920" w:rsidR="0085747A" w:rsidRPr="00CA7D66" w:rsidRDefault="00893A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A7D66" w14:paraId="78DEED27" w14:textId="77777777" w:rsidTr="00B819C8">
        <w:tc>
          <w:tcPr>
            <w:tcW w:w="2694" w:type="dxa"/>
            <w:vAlign w:val="center"/>
          </w:tcPr>
          <w:p w14:paraId="6EEBE19C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7D66">
              <w:rPr>
                <w:rFonts w:ascii="Corbel" w:hAnsi="Corbel"/>
                <w:sz w:val="24"/>
                <w:szCs w:val="24"/>
              </w:rPr>
              <w:t>/y</w:t>
            </w:r>
            <w:r w:rsidRPr="00CA7D6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3B1D46" w14:textId="04A9FBE9" w:rsidR="0085747A" w:rsidRPr="00CA7D66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Rok2, semestr IV</w:t>
            </w:r>
          </w:p>
        </w:tc>
      </w:tr>
      <w:tr w:rsidR="0085747A" w:rsidRPr="00CA7D66" w14:paraId="1DE82791" w14:textId="77777777" w:rsidTr="00B819C8">
        <w:tc>
          <w:tcPr>
            <w:tcW w:w="2694" w:type="dxa"/>
            <w:vAlign w:val="center"/>
          </w:tcPr>
          <w:p w14:paraId="1B3CF27F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2FB966" w14:textId="417644D6" w:rsidR="0085747A" w:rsidRPr="00CA7D66" w:rsidRDefault="00A36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A7D66" w14:paraId="4EDAC84A" w14:textId="77777777" w:rsidTr="00B819C8">
        <w:tc>
          <w:tcPr>
            <w:tcW w:w="2694" w:type="dxa"/>
            <w:vAlign w:val="center"/>
          </w:tcPr>
          <w:p w14:paraId="6E42B147" w14:textId="77777777" w:rsidR="00923D7D" w:rsidRPr="00CA7D6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97D533" w14:textId="3F80E20D" w:rsidR="00923D7D" w:rsidRPr="00CA7D66" w:rsidRDefault="00A36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6E5633" w:rsidRPr="00CA7D6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7D66" w14:paraId="699E89FB" w14:textId="77777777" w:rsidTr="00B819C8">
        <w:tc>
          <w:tcPr>
            <w:tcW w:w="2694" w:type="dxa"/>
            <w:vAlign w:val="center"/>
          </w:tcPr>
          <w:p w14:paraId="3A4292A7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00ED5B" w14:textId="2496A19C" w:rsidR="0085747A" w:rsidRPr="00CA7D66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CA7D66" w14:paraId="138E08DC" w14:textId="77777777" w:rsidTr="00B819C8">
        <w:tc>
          <w:tcPr>
            <w:tcW w:w="2694" w:type="dxa"/>
            <w:vAlign w:val="center"/>
          </w:tcPr>
          <w:p w14:paraId="02205ECB" w14:textId="77777777" w:rsidR="0085747A" w:rsidRPr="00CA7D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147D8" w14:textId="336FBB6F" w:rsidR="0085747A" w:rsidRPr="00CA7D66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4AF68CCE" w14:textId="77777777" w:rsidR="0085747A" w:rsidRPr="00CA7D6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 xml:space="preserve">* </w:t>
      </w:r>
      <w:r w:rsidRPr="00CA7D66">
        <w:rPr>
          <w:rFonts w:ascii="Corbel" w:hAnsi="Corbel"/>
          <w:i/>
          <w:sz w:val="24"/>
          <w:szCs w:val="24"/>
        </w:rPr>
        <w:t>-</w:t>
      </w:r>
      <w:r w:rsidR="00B90885" w:rsidRPr="00CA7D6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7D66">
        <w:rPr>
          <w:rFonts w:ascii="Corbel" w:hAnsi="Corbel"/>
          <w:b w:val="0"/>
          <w:sz w:val="24"/>
          <w:szCs w:val="24"/>
        </w:rPr>
        <w:t>e,</w:t>
      </w:r>
      <w:r w:rsidRPr="00CA7D66">
        <w:rPr>
          <w:rFonts w:ascii="Corbel" w:hAnsi="Corbel"/>
          <w:i/>
          <w:sz w:val="24"/>
          <w:szCs w:val="24"/>
        </w:rPr>
        <w:t xml:space="preserve"> </w:t>
      </w:r>
      <w:r w:rsidRPr="00CA7D6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7D66">
        <w:rPr>
          <w:rFonts w:ascii="Corbel" w:hAnsi="Corbel"/>
          <w:b w:val="0"/>
          <w:i/>
          <w:sz w:val="24"/>
          <w:szCs w:val="24"/>
        </w:rPr>
        <w:t>w Jednostce</w:t>
      </w:r>
    </w:p>
    <w:p w14:paraId="4B262F95" w14:textId="77777777" w:rsidR="0085747A" w:rsidRPr="00CA7D6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>1.</w:t>
      </w:r>
      <w:r w:rsidR="00E22FBC" w:rsidRPr="00CA7D66">
        <w:rPr>
          <w:rFonts w:ascii="Corbel" w:hAnsi="Corbel"/>
          <w:sz w:val="24"/>
          <w:szCs w:val="24"/>
        </w:rPr>
        <w:t>1</w:t>
      </w:r>
      <w:r w:rsidRPr="00CA7D6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FC3AD4" w14:textId="77777777" w:rsidR="00923D7D" w:rsidRPr="00CA7D6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7D66" w14:paraId="6BE21B96" w14:textId="77777777" w:rsidTr="00010D7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865E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Semestr</w:t>
            </w:r>
          </w:p>
          <w:p w14:paraId="7854BC8E" w14:textId="77777777" w:rsidR="00015B8F" w:rsidRPr="00CA7D66" w:rsidRDefault="002B5EA0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(</w:t>
            </w:r>
            <w:r w:rsidR="00363F78" w:rsidRPr="00CA7D6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8FE4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04DA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1609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DE4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CDA0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5F3F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D1EC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2300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A7D6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8FCA" w14:textId="77777777" w:rsidR="00015B8F" w:rsidRPr="00CA7D66" w:rsidRDefault="00015B8F" w:rsidP="00010D7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7D66">
              <w:rPr>
                <w:rFonts w:ascii="Corbel" w:hAnsi="Corbel"/>
                <w:b/>
                <w:szCs w:val="24"/>
              </w:rPr>
              <w:t>Liczba pkt</w:t>
            </w:r>
            <w:r w:rsidR="00B90885" w:rsidRPr="00CA7D66">
              <w:rPr>
                <w:rFonts w:ascii="Corbel" w:hAnsi="Corbel"/>
                <w:b/>
                <w:szCs w:val="24"/>
              </w:rPr>
              <w:t>.</w:t>
            </w:r>
            <w:r w:rsidRPr="00CA7D6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A7D66" w14:paraId="37CC12F0" w14:textId="77777777" w:rsidTr="00010D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3636" w14:textId="5A6E7FBC" w:rsidR="00015B8F" w:rsidRPr="00CA7D66" w:rsidRDefault="001D4F8B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A508" w14:textId="4E6CD328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27EE" w14:textId="3FED757B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B167" w14:textId="30AECC39" w:rsidR="00015B8F" w:rsidRPr="00CA7D66" w:rsidRDefault="0086780C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B05" w14:textId="13C0C242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E45" w14:textId="64E917E5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95DC" w14:textId="5D4695B0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D5C4" w14:textId="77E9778C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691" w14:textId="529C244E" w:rsidR="00015B8F" w:rsidRPr="00CA7D66" w:rsidRDefault="00A36D47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0B4A" w14:textId="6D1D61A2" w:rsidR="00015B8F" w:rsidRPr="00CA7D66" w:rsidRDefault="00404DAC" w:rsidP="00010D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B3C4D3" w14:textId="77777777" w:rsidR="00923D7D" w:rsidRPr="00CA7D6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2BCC0" w14:textId="77777777" w:rsidR="0085747A" w:rsidRPr="00CA7D6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>1.</w:t>
      </w:r>
      <w:r w:rsidR="00E22FBC" w:rsidRPr="00CA7D66">
        <w:rPr>
          <w:rFonts w:ascii="Corbel" w:hAnsi="Corbel"/>
          <w:smallCaps w:val="0"/>
          <w:szCs w:val="24"/>
        </w:rPr>
        <w:t>2</w:t>
      </w:r>
      <w:r w:rsidR="00F83B28" w:rsidRPr="00CA7D66">
        <w:rPr>
          <w:rFonts w:ascii="Corbel" w:hAnsi="Corbel"/>
          <w:smallCaps w:val="0"/>
          <w:szCs w:val="24"/>
        </w:rPr>
        <w:t>.</w:t>
      </w:r>
      <w:r w:rsidR="00F83B28" w:rsidRPr="00CA7D66">
        <w:rPr>
          <w:rFonts w:ascii="Corbel" w:hAnsi="Corbel"/>
          <w:smallCaps w:val="0"/>
          <w:szCs w:val="24"/>
        </w:rPr>
        <w:tab/>
      </w:r>
      <w:r w:rsidRPr="00CA7D66">
        <w:rPr>
          <w:rFonts w:ascii="Corbel" w:hAnsi="Corbel"/>
          <w:smallCaps w:val="0"/>
          <w:szCs w:val="24"/>
        </w:rPr>
        <w:t xml:space="preserve">Sposób realizacji zajęć  </w:t>
      </w:r>
    </w:p>
    <w:p w14:paraId="415FF362" w14:textId="7C1C7333" w:rsidR="0085747A" w:rsidRPr="00CA7D66" w:rsidRDefault="00010D7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CA7D66" w:rsidRPr="00CA7D6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CA7D6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08C415" w14:textId="77777777" w:rsidR="0085747A" w:rsidRPr="00CA7D6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7D66">
        <w:rPr>
          <w:rFonts w:ascii="Segoe UI Symbol" w:eastAsia="MS Gothic" w:hAnsi="Segoe UI Symbol" w:cs="Segoe UI Symbol"/>
          <w:b w:val="0"/>
          <w:szCs w:val="24"/>
        </w:rPr>
        <w:t>☐</w:t>
      </w:r>
      <w:r w:rsidRPr="00CA7D6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570611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9062A4" w14:textId="33D66C59" w:rsidR="00E22FBC" w:rsidRPr="00CA7D6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1.3 </w:t>
      </w:r>
      <w:r w:rsidR="00F83B28" w:rsidRPr="00CA7D66">
        <w:rPr>
          <w:rFonts w:ascii="Corbel" w:hAnsi="Corbel"/>
          <w:smallCaps w:val="0"/>
          <w:szCs w:val="24"/>
        </w:rPr>
        <w:tab/>
      </w:r>
      <w:r w:rsidRPr="00CA7D66">
        <w:rPr>
          <w:rFonts w:ascii="Corbel" w:hAnsi="Corbel"/>
          <w:smallCaps w:val="0"/>
          <w:szCs w:val="24"/>
        </w:rPr>
        <w:t>For</w:t>
      </w:r>
      <w:r w:rsidR="00445970" w:rsidRPr="00CA7D66">
        <w:rPr>
          <w:rFonts w:ascii="Corbel" w:hAnsi="Corbel"/>
          <w:smallCaps w:val="0"/>
          <w:szCs w:val="24"/>
        </w:rPr>
        <w:t xml:space="preserve">ma zaliczenia przedmiotu </w:t>
      </w:r>
      <w:r w:rsidRPr="00CA7D66">
        <w:rPr>
          <w:rFonts w:ascii="Corbel" w:hAnsi="Corbel"/>
          <w:smallCaps w:val="0"/>
          <w:szCs w:val="24"/>
        </w:rPr>
        <w:t xml:space="preserve"> (z toku) </w:t>
      </w:r>
      <w:r w:rsidRPr="00CA7D66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3F217A94" w14:textId="77777777" w:rsidR="00010D7D" w:rsidRDefault="00010D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A4B13A" w14:textId="02685DB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7D66">
        <w:rPr>
          <w:rFonts w:ascii="Corbel" w:hAnsi="Corbel"/>
          <w:szCs w:val="24"/>
        </w:rPr>
        <w:t xml:space="preserve">2.Wymagania wstępne </w:t>
      </w:r>
    </w:p>
    <w:p w14:paraId="78E079DD" w14:textId="77777777" w:rsidR="00010D7D" w:rsidRPr="00CA7D66" w:rsidRDefault="00010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7D66" w14:paraId="077F9DC6" w14:textId="77777777" w:rsidTr="00745302">
        <w:tc>
          <w:tcPr>
            <w:tcW w:w="9670" w:type="dxa"/>
          </w:tcPr>
          <w:p w14:paraId="099DD84C" w14:textId="03F8ACF1" w:rsidR="0085747A" w:rsidRPr="00CA7D66" w:rsidRDefault="006C51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Podstawa programowa z przedmiotu : </w:t>
            </w:r>
            <w:r w:rsidR="00A36D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„Praca socjalna i jej nowe kierunki”, „Psychopatologia ogólna”. </w:t>
            </w:r>
          </w:p>
        </w:tc>
      </w:tr>
    </w:tbl>
    <w:p w14:paraId="45D47751" w14:textId="77777777" w:rsidR="00153C41" w:rsidRPr="00CA7D6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F235B9" w14:textId="3C5E65DC" w:rsidR="0085747A" w:rsidRPr="00CA7D66" w:rsidRDefault="00010D7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CA7D66">
        <w:rPr>
          <w:rFonts w:ascii="Corbel" w:hAnsi="Corbel"/>
          <w:szCs w:val="24"/>
        </w:rPr>
        <w:lastRenderedPageBreak/>
        <w:t>3.</w:t>
      </w:r>
      <w:r w:rsidR="0085747A" w:rsidRPr="00CA7D66">
        <w:rPr>
          <w:rFonts w:ascii="Corbel" w:hAnsi="Corbel"/>
          <w:szCs w:val="24"/>
        </w:rPr>
        <w:t xml:space="preserve"> </w:t>
      </w:r>
      <w:r w:rsidR="00A84C85" w:rsidRPr="00CA7D66">
        <w:rPr>
          <w:rFonts w:ascii="Corbel" w:hAnsi="Corbel"/>
          <w:szCs w:val="24"/>
        </w:rPr>
        <w:t>cele, efekty uczenia się</w:t>
      </w:r>
      <w:r w:rsidR="0085747A" w:rsidRPr="00CA7D66">
        <w:rPr>
          <w:rFonts w:ascii="Corbel" w:hAnsi="Corbel"/>
          <w:szCs w:val="24"/>
        </w:rPr>
        <w:t xml:space="preserve"> , treści Programowe i stosowane metody Dydaktyczne</w:t>
      </w:r>
    </w:p>
    <w:p w14:paraId="21039EC6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EDDFD" w14:textId="77777777" w:rsidR="0085747A" w:rsidRPr="00CA7D6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 xml:space="preserve">3.1 </w:t>
      </w:r>
      <w:r w:rsidR="00C05F44" w:rsidRPr="00CA7D66">
        <w:rPr>
          <w:rFonts w:ascii="Corbel" w:hAnsi="Corbel"/>
          <w:sz w:val="24"/>
          <w:szCs w:val="24"/>
        </w:rPr>
        <w:t>Cele przedmiotu</w:t>
      </w:r>
    </w:p>
    <w:p w14:paraId="40C6E50A" w14:textId="77777777" w:rsidR="00F83B28" w:rsidRPr="00CA7D6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CA7D66" w14:paraId="4A486FE2" w14:textId="77777777" w:rsidTr="00832049">
        <w:tc>
          <w:tcPr>
            <w:tcW w:w="845" w:type="dxa"/>
            <w:vAlign w:val="center"/>
          </w:tcPr>
          <w:p w14:paraId="294D77F7" w14:textId="77777777" w:rsidR="00832049" w:rsidRPr="00CA7D66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7D6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C001593" w14:textId="64ECA54C" w:rsidR="00832049" w:rsidRPr="00A36D47" w:rsidRDefault="00832049" w:rsidP="00A36D4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36D47">
              <w:rPr>
                <w:rFonts w:ascii="Corbel" w:hAnsi="Corbel"/>
                <w:b w:val="0"/>
                <w:sz w:val="24"/>
                <w:szCs w:val="24"/>
              </w:rPr>
              <w:t>Zapoznanie z problematyką instytucjonalnej pomocy świadczonej na rzecz osób z niepełnosprawnością intelektualną i chorobą psychiczną oraz ich rodzin</w:t>
            </w:r>
          </w:p>
        </w:tc>
      </w:tr>
      <w:tr w:rsidR="00DF7045" w:rsidRPr="00CA7D66" w14:paraId="08697523" w14:textId="77777777" w:rsidTr="008F48EA">
        <w:trPr>
          <w:trHeight w:val="703"/>
        </w:trPr>
        <w:tc>
          <w:tcPr>
            <w:tcW w:w="845" w:type="dxa"/>
            <w:vAlign w:val="center"/>
          </w:tcPr>
          <w:p w14:paraId="57F915E1" w14:textId="6695A177" w:rsidR="00DF7045" w:rsidRPr="00CA7D66" w:rsidRDefault="00DF7045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9C93E58" w14:textId="5F393136" w:rsidR="00DF7045" w:rsidRPr="00A36D47" w:rsidRDefault="00DF7045" w:rsidP="00A36D4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36D47">
              <w:rPr>
                <w:rFonts w:ascii="Corbel" w:hAnsi="Corbel"/>
                <w:b w:val="0"/>
                <w:sz w:val="24"/>
                <w:szCs w:val="24"/>
              </w:rPr>
              <w:t>Przedstawienie  ról i funkcji  pracownika socjalnego w organizowaniu i realizacji różnych form pomocy i wsparcia rodziny z problemem niepełnosprawności i zaburzeń psychicznych</w:t>
            </w:r>
          </w:p>
        </w:tc>
      </w:tr>
    </w:tbl>
    <w:p w14:paraId="36CE83AE" w14:textId="77777777" w:rsidR="00010D7D" w:rsidRDefault="00010D7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4C2F10F3" w14:textId="0C7670B5" w:rsidR="001D7B54" w:rsidRPr="00CA7D6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b/>
          <w:sz w:val="24"/>
          <w:szCs w:val="24"/>
        </w:rPr>
        <w:t xml:space="preserve">3.2 </w:t>
      </w:r>
      <w:r w:rsidR="001D7B54" w:rsidRPr="00CA7D66">
        <w:rPr>
          <w:rFonts w:ascii="Corbel" w:hAnsi="Corbel"/>
          <w:b/>
          <w:sz w:val="24"/>
          <w:szCs w:val="24"/>
        </w:rPr>
        <w:t xml:space="preserve">Efekty </w:t>
      </w:r>
      <w:r w:rsidR="00C05F44" w:rsidRPr="00CA7D6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7D66">
        <w:rPr>
          <w:rFonts w:ascii="Corbel" w:hAnsi="Corbel"/>
          <w:b/>
          <w:sz w:val="24"/>
          <w:szCs w:val="24"/>
        </w:rPr>
        <w:t>dla przedmiotu</w:t>
      </w:r>
      <w:r w:rsidR="00445970" w:rsidRPr="00CA7D66">
        <w:rPr>
          <w:rFonts w:ascii="Corbel" w:hAnsi="Corbel"/>
          <w:sz w:val="24"/>
          <w:szCs w:val="24"/>
        </w:rPr>
        <w:t xml:space="preserve"> </w:t>
      </w:r>
    </w:p>
    <w:p w14:paraId="44AA0C79" w14:textId="77777777" w:rsidR="001D7B54" w:rsidRPr="00CA7D6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A7D66" w14:paraId="5BF0FDB3" w14:textId="77777777" w:rsidTr="0071620A">
        <w:tc>
          <w:tcPr>
            <w:tcW w:w="1701" w:type="dxa"/>
            <w:vAlign w:val="center"/>
          </w:tcPr>
          <w:p w14:paraId="4AAD61C3" w14:textId="77777777" w:rsidR="0085747A" w:rsidRPr="00CA7D6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7D6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7D6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8C4D94" w14:textId="77777777" w:rsidR="0085747A" w:rsidRPr="00CA7D6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891B81" w14:textId="77777777" w:rsidR="0085747A" w:rsidRPr="00CA7D6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A7D6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A7D66" w14:paraId="16A6DAA7" w14:textId="77777777" w:rsidTr="005E6E85">
        <w:tc>
          <w:tcPr>
            <w:tcW w:w="1701" w:type="dxa"/>
          </w:tcPr>
          <w:p w14:paraId="4741B410" w14:textId="77777777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7D6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A5A334" w14:textId="312F6E1B" w:rsidR="0085747A" w:rsidRPr="00A36D47" w:rsidRDefault="0088083E" w:rsidP="00A36D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</w:t>
            </w:r>
            <w:r w:rsidR="00AE024B" w:rsidRPr="00A36D47">
              <w:rPr>
                <w:rFonts w:ascii="Corbel" w:hAnsi="Corbel"/>
                <w:b w:val="0"/>
                <w:smallCaps w:val="0"/>
                <w:szCs w:val="24"/>
              </w:rPr>
              <w:t xml:space="preserve">harakteryzuje instytucje funkcjonujące w obszarze wsparcia i integracji osób niepełnosprawnych intelektualnie i chorych psychicznie oraz zakres realizowanych przez nie zadań </w:t>
            </w:r>
          </w:p>
        </w:tc>
        <w:tc>
          <w:tcPr>
            <w:tcW w:w="1873" w:type="dxa"/>
          </w:tcPr>
          <w:p w14:paraId="21501498" w14:textId="67E8E236" w:rsidR="00324721" w:rsidRPr="00CA7D66" w:rsidRDefault="00324721" w:rsidP="00324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2D01D" w14:textId="5E496F1F" w:rsidR="0085747A" w:rsidRPr="00CA7D66" w:rsidRDefault="00AA5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CA7D66" w14:paraId="198A82D5" w14:textId="77777777" w:rsidTr="005E6E85">
        <w:tc>
          <w:tcPr>
            <w:tcW w:w="1701" w:type="dxa"/>
          </w:tcPr>
          <w:p w14:paraId="1A1F04B9" w14:textId="77777777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4EEB2" w14:textId="035825BC" w:rsidR="0085747A" w:rsidRPr="00A36D47" w:rsidRDefault="0088083E" w:rsidP="00A36D4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995A87" w:rsidRPr="00A36D47">
              <w:rPr>
                <w:rFonts w:ascii="Corbel" w:hAnsi="Corbel"/>
                <w:sz w:val="24"/>
                <w:szCs w:val="24"/>
              </w:rPr>
              <w:t>bjaśnia normy i zasady społeczno-prawne w zakresie pomocy udzielanej osobom niepełnosprawnym i ich rodzinom</w:t>
            </w:r>
          </w:p>
        </w:tc>
        <w:tc>
          <w:tcPr>
            <w:tcW w:w="1873" w:type="dxa"/>
          </w:tcPr>
          <w:p w14:paraId="5F45F30F" w14:textId="4190FF64" w:rsidR="0085747A" w:rsidRPr="00CA7D66" w:rsidRDefault="00AA5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CA7D66" w14:paraId="34F445F6" w14:textId="77777777" w:rsidTr="005E6E85">
        <w:tc>
          <w:tcPr>
            <w:tcW w:w="1701" w:type="dxa"/>
          </w:tcPr>
          <w:p w14:paraId="71C9ECEF" w14:textId="7671ED14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6326" w:rsidRPr="00CA7D6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937892" w14:textId="35EB55FB" w:rsidR="0085747A" w:rsidRPr="00A36D47" w:rsidRDefault="0088083E" w:rsidP="00A36D47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="003C49B8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tworzyć sieci współpracy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ze specjalistami pracującymi z osobami chorymi i niepełnosprawnymi intelektualnie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</w:t>
            </w:r>
            <w:r w:rsidR="003C49B8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poziomie mikro-mezzo i makro otoczenia, wykorzystując różne kanały 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komunikacji. Potrafi działań z wykorzystaniem </w:t>
            </w:r>
            <w:r w:rsidR="00077EDF" w:rsidRPr="00A36D47">
              <w:rPr>
                <w:rFonts w:ascii="Corbel" w:hAnsi="Corbel" w:cs="Calibri"/>
                <w:color w:val="000000"/>
                <w:sz w:val="24"/>
                <w:szCs w:val="24"/>
              </w:rPr>
              <w:t>system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>ów</w:t>
            </w:r>
            <w:r w:rsidR="00077EDF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normatywn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>ych</w:t>
            </w:r>
            <w:r w:rsidR="00077EDF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 wybran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>ych</w:t>
            </w:r>
            <w:r w:rsidR="00077EDF" w:rsidRPr="00A36D47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norm i reguł</w:t>
            </w:r>
            <w:r w:rsidR="00185C3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3166A04" w14:textId="67535DDD" w:rsidR="00324721" w:rsidRPr="00CA7D66" w:rsidRDefault="00324721" w:rsidP="00324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391CD7" w14:textId="698FDBE7" w:rsidR="0085747A" w:rsidRPr="00CA7D66" w:rsidRDefault="00AA5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C49B8">
              <w:rPr>
                <w:rFonts w:ascii="Corbel" w:hAnsi="Corbel"/>
                <w:b w:val="0"/>
                <w:smallCaps w:val="0"/>
                <w:szCs w:val="24"/>
              </w:rPr>
              <w:t>K08</w:t>
            </w:r>
            <w:r w:rsidRPr="00CA7D66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6855AAC" w14:textId="2843D929" w:rsidR="00AA5A60" w:rsidRPr="00CA7D66" w:rsidRDefault="00AA5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D4868" w:rsidRPr="00CA7D6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1A2CC12A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3715" w14:textId="77777777" w:rsidR="0085747A" w:rsidRPr="00CA7D6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7D66">
        <w:rPr>
          <w:rFonts w:ascii="Corbel" w:hAnsi="Corbel"/>
          <w:b/>
          <w:sz w:val="24"/>
          <w:szCs w:val="24"/>
        </w:rPr>
        <w:t>3.3</w:t>
      </w:r>
      <w:r w:rsidR="001D7B54" w:rsidRPr="00CA7D66">
        <w:rPr>
          <w:rFonts w:ascii="Corbel" w:hAnsi="Corbel"/>
          <w:b/>
          <w:sz w:val="24"/>
          <w:szCs w:val="24"/>
        </w:rPr>
        <w:t xml:space="preserve"> </w:t>
      </w:r>
      <w:r w:rsidR="0085747A" w:rsidRPr="00CA7D66">
        <w:rPr>
          <w:rFonts w:ascii="Corbel" w:hAnsi="Corbel"/>
          <w:b/>
          <w:sz w:val="24"/>
          <w:szCs w:val="24"/>
        </w:rPr>
        <w:t>T</w:t>
      </w:r>
      <w:r w:rsidR="001D7B54" w:rsidRPr="00CA7D6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A7D66">
        <w:rPr>
          <w:rFonts w:ascii="Corbel" w:hAnsi="Corbel"/>
          <w:sz w:val="24"/>
          <w:szCs w:val="24"/>
        </w:rPr>
        <w:t xml:space="preserve">  </w:t>
      </w:r>
    </w:p>
    <w:p w14:paraId="5D7CFDC3" w14:textId="77777777" w:rsidR="0085747A" w:rsidRPr="00CA7D6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 xml:space="preserve">Problematyka wykładu </w:t>
      </w:r>
    </w:p>
    <w:p w14:paraId="1F201994" w14:textId="77777777" w:rsidR="00675843" w:rsidRPr="00CA7D6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7D66" w14:paraId="6F51A8DD" w14:textId="77777777" w:rsidTr="003C6DB7">
        <w:tc>
          <w:tcPr>
            <w:tcW w:w="9520" w:type="dxa"/>
          </w:tcPr>
          <w:p w14:paraId="2D820049" w14:textId="77777777" w:rsidR="0085747A" w:rsidRPr="00CA7D6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A7D66" w14:paraId="5923760E" w14:textId="77777777" w:rsidTr="003C6DB7">
        <w:tc>
          <w:tcPr>
            <w:tcW w:w="9520" w:type="dxa"/>
          </w:tcPr>
          <w:p w14:paraId="2AC816E7" w14:textId="472046F6" w:rsidR="0085747A" w:rsidRPr="00A36D47" w:rsidRDefault="00A36D47" w:rsidP="00A36D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B1F7D4E" w14:textId="77777777" w:rsidR="0085747A" w:rsidRPr="00CA7D6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1708AD" w14:textId="77777777" w:rsidR="0085747A" w:rsidRPr="00CA7D6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7D6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7D66">
        <w:rPr>
          <w:rFonts w:ascii="Corbel" w:hAnsi="Corbel"/>
          <w:sz w:val="24"/>
          <w:szCs w:val="24"/>
        </w:rPr>
        <w:t xml:space="preserve">, </w:t>
      </w:r>
      <w:r w:rsidRPr="00CA7D66">
        <w:rPr>
          <w:rFonts w:ascii="Corbel" w:hAnsi="Corbel"/>
          <w:sz w:val="24"/>
          <w:szCs w:val="24"/>
        </w:rPr>
        <w:t xml:space="preserve">zajęć praktycznych </w:t>
      </w:r>
    </w:p>
    <w:p w14:paraId="28B4D1E8" w14:textId="77777777" w:rsidR="0085747A" w:rsidRPr="00CA7D6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6"/>
      </w:tblGrid>
      <w:tr w:rsidR="0085747A" w:rsidRPr="00CA7D66" w14:paraId="6B400DAC" w14:textId="77777777" w:rsidTr="00243438">
        <w:tc>
          <w:tcPr>
            <w:tcW w:w="9186" w:type="dxa"/>
          </w:tcPr>
          <w:p w14:paraId="3BE56AD4" w14:textId="77777777" w:rsidR="0085747A" w:rsidRPr="00CA7D6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CA7D66" w14:paraId="676B23F6" w14:textId="77777777" w:rsidTr="00243438">
        <w:tc>
          <w:tcPr>
            <w:tcW w:w="9186" w:type="dxa"/>
          </w:tcPr>
          <w:p w14:paraId="13596457" w14:textId="424A264F" w:rsidR="00AF4430" w:rsidRPr="00185C35" w:rsidRDefault="00AF4430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Niepełnosprawność w sensie biologicznym, społecznym i prawnym</w:t>
            </w:r>
          </w:p>
        </w:tc>
      </w:tr>
      <w:tr w:rsidR="00AF4430" w:rsidRPr="00CA7D66" w14:paraId="497CB3CF" w14:textId="77777777" w:rsidTr="00243438">
        <w:tc>
          <w:tcPr>
            <w:tcW w:w="9186" w:type="dxa"/>
          </w:tcPr>
          <w:p w14:paraId="144F83B7" w14:textId="43B86C33" w:rsidR="00AF4430" w:rsidRPr="00185C35" w:rsidRDefault="00AF4430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Problemy i potrzeby osób z zaburzeniami psychicznymi oraz ich funkcjonowanie w rodzinie i społeczeństwie</w:t>
            </w:r>
          </w:p>
        </w:tc>
      </w:tr>
      <w:tr w:rsidR="00AF4430" w:rsidRPr="00CA7D66" w14:paraId="4E10B4D4" w14:textId="77777777" w:rsidTr="00243438">
        <w:tc>
          <w:tcPr>
            <w:tcW w:w="9186" w:type="dxa"/>
          </w:tcPr>
          <w:p w14:paraId="500AEC1B" w14:textId="58444A97" w:rsidR="00AF4430" w:rsidRPr="00185C35" w:rsidRDefault="00AF4430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Problematyka wsparcia społecznego osób niepełnosprawnych intelektualnie i psychicznie w wybranych aktach prawnych</w:t>
            </w:r>
          </w:p>
        </w:tc>
      </w:tr>
      <w:tr w:rsidR="00CA7D66" w:rsidRPr="00CA7D66" w14:paraId="3CE58041" w14:textId="77777777" w:rsidTr="00CA7D66">
        <w:tc>
          <w:tcPr>
            <w:tcW w:w="9186" w:type="dxa"/>
          </w:tcPr>
          <w:p w14:paraId="6FB2E419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Podstawy prawne wsparcia dla osób niepełnosprawnych i psychicznie chorych. Zadania administracji rządowej i samorządowej</w:t>
            </w:r>
          </w:p>
        </w:tc>
      </w:tr>
      <w:tr w:rsidR="00CA7D66" w:rsidRPr="00CA7D66" w14:paraId="0A6EE5D6" w14:textId="77777777" w:rsidTr="00CA7D66">
        <w:tc>
          <w:tcPr>
            <w:tcW w:w="9186" w:type="dxa"/>
          </w:tcPr>
          <w:p w14:paraId="4B760A1D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lastRenderedPageBreak/>
              <w:t>Pomoc społeczna i usługi na rzecz rodzin z osobą niepełnosprawną intelektualnie i chorą psychicznie</w:t>
            </w:r>
          </w:p>
        </w:tc>
      </w:tr>
      <w:tr w:rsidR="00CA7D66" w:rsidRPr="00CA7D66" w14:paraId="0B5A8CC7" w14:textId="77777777" w:rsidTr="00CA7D66">
        <w:tc>
          <w:tcPr>
            <w:tcW w:w="9186" w:type="dxa"/>
          </w:tcPr>
          <w:p w14:paraId="5B73FA6A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Instytucje świadczące pomoc na rzecz osób niepełnosprawnych intelektualnie i chorych psychicznie</w:t>
            </w:r>
          </w:p>
        </w:tc>
      </w:tr>
      <w:tr w:rsidR="00CA7D66" w:rsidRPr="00CA7D66" w14:paraId="00A6560E" w14:textId="77777777" w:rsidTr="00CA7D66">
        <w:tc>
          <w:tcPr>
            <w:tcW w:w="9186" w:type="dxa"/>
          </w:tcPr>
          <w:p w14:paraId="2BD760B9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Pracownik socjalny jako organizator i koordynator środowiskowego programu pomocy i wsparcia dla rodzin z problemem niepełnosprawności</w:t>
            </w:r>
          </w:p>
        </w:tc>
      </w:tr>
      <w:tr w:rsidR="00CA7D66" w:rsidRPr="00CA7D66" w14:paraId="18F6A99D" w14:textId="77777777" w:rsidTr="00CA7D66">
        <w:tc>
          <w:tcPr>
            <w:tcW w:w="9186" w:type="dxa"/>
          </w:tcPr>
          <w:p w14:paraId="083FF716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Standardy pracy socjalnej z osobami niepełnosprawnymi oraz ich rodzinami</w:t>
            </w:r>
          </w:p>
        </w:tc>
      </w:tr>
      <w:tr w:rsidR="00CA7D66" w:rsidRPr="00CA7D66" w14:paraId="2495B7D8" w14:textId="77777777" w:rsidTr="00CA7D66">
        <w:tc>
          <w:tcPr>
            <w:tcW w:w="9186" w:type="dxa"/>
          </w:tcPr>
          <w:p w14:paraId="49D5A7DD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Podmioty ekonomii społecznej i organizacje pozarządowe w systemie wsparcia i integracji osób z zaburzeniami psychicznymi</w:t>
            </w:r>
          </w:p>
        </w:tc>
      </w:tr>
      <w:tr w:rsidR="00CA7D66" w:rsidRPr="00CA7D66" w14:paraId="78AC2FD4" w14:textId="77777777" w:rsidTr="00CA7D66">
        <w:tc>
          <w:tcPr>
            <w:tcW w:w="9186" w:type="dxa"/>
          </w:tcPr>
          <w:p w14:paraId="1EBAA081" w14:textId="77777777" w:rsidR="00CA7D66" w:rsidRPr="00185C35" w:rsidRDefault="00CA7D66" w:rsidP="00185C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Wybrane projekty wspierania osób z niepełnosprawnością intelektualną i zaburzeniami psychicznymi</w:t>
            </w:r>
          </w:p>
        </w:tc>
      </w:tr>
    </w:tbl>
    <w:p w14:paraId="71F60DDE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EEA39" w14:textId="77777777" w:rsidR="0085747A" w:rsidRPr="00CA7D6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>3.4 Metody dydaktyczne</w:t>
      </w:r>
      <w:r w:rsidRPr="00CA7D66">
        <w:rPr>
          <w:rFonts w:ascii="Corbel" w:hAnsi="Corbel"/>
          <w:b w:val="0"/>
          <w:smallCaps w:val="0"/>
          <w:szCs w:val="24"/>
        </w:rPr>
        <w:t xml:space="preserve"> </w:t>
      </w:r>
    </w:p>
    <w:p w14:paraId="4B3E022D" w14:textId="77777777" w:rsidR="00AD55F8" w:rsidRPr="00CA7D66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F71C" w14:textId="2ADF1539" w:rsidR="00AD55F8" w:rsidRPr="00185C35" w:rsidRDefault="00AD55F8" w:rsidP="00AD55F8">
      <w:pPr>
        <w:pStyle w:val="Punktygwne"/>
        <w:spacing w:before="0" w:after="0"/>
        <w:rPr>
          <w:rFonts w:ascii="Corbel" w:hAnsi="Corbel"/>
          <w:b w:val="0"/>
          <w:bCs/>
          <w:i/>
          <w:iCs/>
          <w:sz w:val="20"/>
          <w:szCs w:val="20"/>
        </w:rPr>
      </w:pPr>
      <w:r w:rsidRPr="00185C35">
        <w:rPr>
          <w:rFonts w:ascii="Corbel" w:hAnsi="Corbel"/>
          <w:b w:val="0"/>
          <w:bCs/>
          <w:i/>
          <w:iCs/>
          <w:sz w:val="20"/>
          <w:szCs w:val="20"/>
        </w:rPr>
        <w:t>Ćwiczenia:  analiza tekstów z dyskusją,  praca w grupach</w:t>
      </w:r>
    </w:p>
    <w:p w14:paraId="458C4F8E" w14:textId="1942A3B9" w:rsidR="00E21E7D" w:rsidRPr="00CA7D66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B0D9FE5" w14:textId="24E6435A" w:rsidR="0085747A" w:rsidRPr="00CA7D66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A7D66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CA7D66">
        <w:rPr>
          <w:rFonts w:ascii="Corbel" w:hAnsi="Corbel"/>
          <w:smallCaps w:val="0"/>
          <w:szCs w:val="24"/>
        </w:rPr>
        <w:t xml:space="preserve">4. </w:t>
      </w:r>
      <w:r w:rsidR="0085747A" w:rsidRPr="00CA7D66">
        <w:rPr>
          <w:rFonts w:ascii="Corbel" w:hAnsi="Corbel"/>
          <w:smallCaps w:val="0"/>
          <w:szCs w:val="24"/>
        </w:rPr>
        <w:t>METODY I KRYTERIA OCENY</w:t>
      </w:r>
      <w:r w:rsidR="009F4610" w:rsidRPr="00CA7D66">
        <w:rPr>
          <w:rFonts w:ascii="Corbel" w:hAnsi="Corbel"/>
          <w:smallCaps w:val="0"/>
          <w:szCs w:val="24"/>
        </w:rPr>
        <w:t xml:space="preserve"> </w:t>
      </w:r>
    </w:p>
    <w:p w14:paraId="44BBD993" w14:textId="77777777" w:rsidR="00923D7D" w:rsidRPr="00CA7D6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96BDE2" w14:textId="77777777" w:rsidR="0085747A" w:rsidRPr="00CA7D6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A7D66">
        <w:rPr>
          <w:rFonts w:ascii="Corbel" w:hAnsi="Corbel"/>
          <w:smallCaps w:val="0"/>
          <w:szCs w:val="24"/>
        </w:rPr>
        <w:t>uczenia się</w:t>
      </w:r>
    </w:p>
    <w:p w14:paraId="32FF6D01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7D66" w14:paraId="76C928A5" w14:textId="77777777" w:rsidTr="00C05F44">
        <w:tc>
          <w:tcPr>
            <w:tcW w:w="1985" w:type="dxa"/>
            <w:vAlign w:val="center"/>
          </w:tcPr>
          <w:p w14:paraId="0C059A68" w14:textId="77777777" w:rsidR="0085747A" w:rsidRPr="00CA7D6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012F7E" w14:textId="77777777" w:rsidR="0085747A" w:rsidRPr="00CA7D6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87D8F4" w14:textId="77777777" w:rsidR="0085747A" w:rsidRPr="00CA7D6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7D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ADCDC" w14:textId="77777777" w:rsidR="00923D7D" w:rsidRPr="00CA7D6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7C40E" w14:textId="77777777" w:rsidR="0085747A" w:rsidRPr="00CA7D6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A7D66" w14:paraId="1C103491" w14:textId="77777777" w:rsidTr="00C05F44">
        <w:tc>
          <w:tcPr>
            <w:tcW w:w="1985" w:type="dxa"/>
          </w:tcPr>
          <w:p w14:paraId="1E2940CC" w14:textId="77777777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1957A61" w14:textId="0C5B889D" w:rsidR="0085747A" w:rsidRPr="00CA7D66" w:rsidRDefault="00185C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5C35">
              <w:rPr>
                <w:rFonts w:ascii="Corbel" w:hAnsi="Corbel"/>
                <w:b w:val="0"/>
                <w:szCs w:val="24"/>
              </w:rPr>
              <w:t>Obserwacja w trakcie zajęć</w:t>
            </w:r>
          </w:p>
          <w:p w14:paraId="2FA79984" w14:textId="1FE8B30C" w:rsidR="003B12DE" w:rsidRPr="00CA7D66" w:rsidRDefault="003B12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4BB93AC3" w14:textId="0ECA9A15" w:rsidR="000152B4" w:rsidRPr="00CA7D66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Ćw</w:t>
            </w:r>
            <w:r w:rsidR="00185C35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CA7D66" w14:paraId="42369CFB" w14:textId="77777777" w:rsidTr="00C05F44">
        <w:tc>
          <w:tcPr>
            <w:tcW w:w="1985" w:type="dxa"/>
          </w:tcPr>
          <w:p w14:paraId="2698584A" w14:textId="77777777" w:rsidR="0085747A" w:rsidRPr="00CA7D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Ek_ 02</w:t>
            </w:r>
          </w:p>
          <w:p w14:paraId="34BD5D77" w14:textId="151221F1" w:rsidR="000152B4" w:rsidRPr="00CA7D66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50EA677" w14:textId="77777777" w:rsidR="000152B4" w:rsidRPr="00CA7D66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Kolokwium</w:t>
            </w:r>
          </w:p>
          <w:p w14:paraId="5FB7804F" w14:textId="6E14CD43" w:rsidR="0085747A" w:rsidRPr="00CA7D66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DC24DFD" w14:textId="5D453C8A" w:rsidR="0085747A" w:rsidRPr="00CA7D66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D66">
              <w:rPr>
                <w:rFonts w:ascii="Corbel" w:hAnsi="Corbel"/>
                <w:b w:val="0"/>
                <w:szCs w:val="24"/>
              </w:rPr>
              <w:t>Ćw</w:t>
            </w:r>
            <w:r w:rsidR="00185C35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4311A42" w14:textId="77777777" w:rsidR="00923D7D" w:rsidRPr="00CA7D6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91DFC" w14:textId="77777777" w:rsidR="0085747A" w:rsidRPr="00CA7D6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4.2 </w:t>
      </w:r>
      <w:r w:rsidR="0085747A" w:rsidRPr="00CA7D6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A7D66">
        <w:rPr>
          <w:rFonts w:ascii="Corbel" w:hAnsi="Corbel"/>
          <w:smallCaps w:val="0"/>
          <w:szCs w:val="24"/>
        </w:rPr>
        <w:t xml:space="preserve"> </w:t>
      </w:r>
    </w:p>
    <w:p w14:paraId="00901562" w14:textId="77777777" w:rsidR="00923D7D" w:rsidRPr="00CA7D6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7D66" w14:paraId="7C6FBE04" w14:textId="77777777" w:rsidTr="00923D7D">
        <w:tc>
          <w:tcPr>
            <w:tcW w:w="9670" w:type="dxa"/>
          </w:tcPr>
          <w:p w14:paraId="0F22883C" w14:textId="77777777" w:rsidR="00CB2EE4" w:rsidRPr="00CA7D66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3AD10E69" w14:textId="77777777" w:rsidR="00CB2EE4" w:rsidRPr="00CA7D66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40% oceny  aktywność  w trakcie zajęć</w:t>
            </w:r>
          </w:p>
          <w:p w14:paraId="51E94102" w14:textId="5F214FC0" w:rsidR="0085747A" w:rsidRPr="00CA7D66" w:rsidRDefault="00CB2E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60 % oceny z kolokwium</w:t>
            </w:r>
            <w:r w:rsidR="00185C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D9ACEA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B8ACF" w14:textId="77777777" w:rsidR="009F4610" w:rsidRPr="00CA7D6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7D66">
        <w:rPr>
          <w:rFonts w:ascii="Corbel" w:hAnsi="Corbel"/>
          <w:b/>
          <w:sz w:val="24"/>
          <w:szCs w:val="24"/>
        </w:rPr>
        <w:t xml:space="preserve">5. </w:t>
      </w:r>
      <w:r w:rsidR="00C61DC5" w:rsidRPr="00CA7D6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99266E" w14:textId="77777777" w:rsidR="0085747A" w:rsidRPr="00CA7D6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7D66" w14:paraId="108539C3" w14:textId="77777777" w:rsidTr="003E1941">
        <w:tc>
          <w:tcPr>
            <w:tcW w:w="4962" w:type="dxa"/>
            <w:vAlign w:val="center"/>
          </w:tcPr>
          <w:p w14:paraId="17640DEC" w14:textId="77777777" w:rsidR="0085747A" w:rsidRPr="00CA7D6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7D6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7D6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7D6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76E6E8" w14:textId="77777777" w:rsidR="0085747A" w:rsidRPr="00CA7D6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7D6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7D6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A7D6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7D6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A7D66" w14:paraId="4B53BF00" w14:textId="77777777" w:rsidTr="00923D7D">
        <w:tc>
          <w:tcPr>
            <w:tcW w:w="4962" w:type="dxa"/>
          </w:tcPr>
          <w:p w14:paraId="62059B78" w14:textId="60AA9CC1" w:rsidR="0085747A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G</w:t>
            </w:r>
            <w:r w:rsidR="0085747A" w:rsidRPr="00CA7D6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A7D6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A7D6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A7D6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2A3C30" w14:textId="5165FB67" w:rsidR="0085747A" w:rsidRPr="00CA7D66" w:rsidRDefault="008678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CA7D66" w14:paraId="2C340D1C" w14:textId="77777777" w:rsidTr="00923D7D">
        <w:tc>
          <w:tcPr>
            <w:tcW w:w="4962" w:type="dxa"/>
          </w:tcPr>
          <w:p w14:paraId="66D33A5D" w14:textId="77777777" w:rsidR="00C61DC5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A7D6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72FA0B" w14:textId="77777777" w:rsidR="00C61DC5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EF664A" w14:textId="7206EC0A" w:rsidR="00C61DC5" w:rsidRPr="00CA7D66" w:rsidRDefault="00F1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A7D66" w14:paraId="26853995" w14:textId="77777777" w:rsidTr="00923D7D">
        <w:tc>
          <w:tcPr>
            <w:tcW w:w="4962" w:type="dxa"/>
          </w:tcPr>
          <w:p w14:paraId="63E7B80C" w14:textId="77777777" w:rsidR="0071620A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B8C8C22" w14:textId="77777777" w:rsidR="00C61DC5" w:rsidRPr="00CA7D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E8E424" w14:textId="78BBA756" w:rsidR="00C61DC5" w:rsidRPr="00CA7D66" w:rsidRDefault="0086780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CA7D66" w14:paraId="4F10DAD1" w14:textId="77777777" w:rsidTr="00923D7D">
        <w:tc>
          <w:tcPr>
            <w:tcW w:w="4962" w:type="dxa"/>
          </w:tcPr>
          <w:p w14:paraId="5FFED04F" w14:textId="77777777" w:rsidR="0085747A" w:rsidRPr="00CA7D6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A55F8" w14:textId="2EC19715" w:rsidR="0085747A" w:rsidRPr="00CA7D66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A7D66" w14:paraId="3C1B20E5" w14:textId="77777777" w:rsidTr="00923D7D">
        <w:tc>
          <w:tcPr>
            <w:tcW w:w="4962" w:type="dxa"/>
          </w:tcPr>
          <w:p w14:paraId="54A767F4" w14:textId="77777777" w:rsidR="0085747A" w:rsidRPr="00CA7D6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7D6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4BE84A" w14:textId="1BFDD6DD" w:rsidR="0085747A" w:rsidRPr="00CA7D66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D6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C9CC00" w14:textId="77777777" w:rsidR="0085747A" w:rsidRPr="00CA7D6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7D66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CA7D6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421E6" w14:textId="77777777" w:rsidR="003E1941" w:rsidRPr="00CA7D6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3ED0" w14:textId="77777777" w:rsidR="0085747A" w:rsidRPr="00CA7D6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6. </w:t>
      </w:r>
      <w:r w:rsidR="0085747A" w:rsidRPr="00CA7D66">
        <w:rPr>
          <w:rFonts w:ascii="Corbel" w:hAnsi="Corbel"/>
          <w:smallCaps w:val="0"/>
          <w:szCs w:val="24"/>
        </w:rPr>
        <w:t>PRAKTYKI ZAWO</w:t>
      </w:r>
      <w:r w:rsidR="009D3F3B" w:rsidRPr="00CA7D66">
        <w:rPr>
          <w:rFonts w:ascii="Corbel" w:hAnsi="Corbel"/>
          <w:smallCaps w:val="0"/>
          <w:szCs w:val="24"/>
        </w:rPr>
        <w:t>DOWE W RAMACH PRZEDMIOTU</w:t>
      </w:r>
    </w:p>
    <w:p w14:paraId="36376544" w14:textId="77777777" w:rsidR="0085747A" w:rsidRPr="00CA7D6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C6DB7" w:rsidRPr="00CA7D66" w14:paraId="7554F567" w14:textId="77777777" w:rsidTr="003C6DB7">
        <w:trPr>
          <w:trHeight w:val="397"/>
        </w:trPr>
        <w:tc>
          <w:tcPr>
            <w:tcW w:w="3544" w:type="dxa"/>
          </w:tcPr>
          <w:p w14:paraId="0634A1EC" w14:textId="77777777" w:rsidR="003C6DB7" w:rsidRPr="00CA7D66" w:rsidRDefault="003C6DB7" w:rsidP="003C6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48166" w14:textId="1877B7AC" w:rsidR="003C6DB7" w:rsidRPr="003C6DB7" w:rsidRDefault="003C6DB7" w:rsidP="003C6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6DB7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3C6DB7" w:rsidRPr="00CA7D66" w14:paraId="60CA066D" w14:textId="77777777" w:rsidTr="003C6DB7">
        <w:trPr>
          <w:trHeight w:val="397"/>
        </w:trPr>
        <w:tc>
          <w:tcPr>
            <w:tcW w:w="3544" w:type="dxa"/>
          </w:tcPr>
          <w:p w14:paraId="575757F8" w14:textId="77777777" w:rsidR="003C6DB7" w:rsidRPr="00CA7D66" w:rsidRDefault="003C6DB7" w:rsidP="003C6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D6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D6A022" w14:textId="43CE1208" w:rsidR="003C6DB7" w:rsidRPr="003C6DB7" w:rsidRDefault="003C6DB7" w:rsidP="003C6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6DB7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16567C7" w14:textId="77777777" w:rsidR="003E1941" w:rsidRPr="00CA7D6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B1183" w14:textId="77777777" w:rsidR="0085747A" w:rsidRPr="00CA7D6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7D66">
        <w:rPr>
          <w:rFonts w:ascii="Corbel" w:hAnsi="Corbel"/>
          <w:smallCaps w:val="0"/>
          <w:szCs w:val="24"/>
        </w:rPr>
        <w:t xml:space="preserve">7. </w:t>
      </w:r>
      <w:r w:rsidR="0085747A" w:rsidRPr="00CA7D66">
        <w:rPr>
          <w:rFonts w:ascii="Corbel" w:hAnsi="Corbel"/>
          <w:smallCaps w:val="0"/>
          <w:szCs w:val="24"/>
        </w:rPr>
        <w:t>LITERATURA</w:t>
      </w:r>
      <w:r w:rsidRPr="00CA7D66">
        <w:rPr>
          <w:rFonts w:ascii="Corbel" w:hAnsi="Corbel"/>
          <w:smallCaps w:val="0"/>
          <w:szCs w:val="24"/>
        </w:rPr>
        <w:t xml:space="preserve"> </w:t>
      </w:r>
    </w:p>
    <w:p w14:paraId="5CEBAEB9" w14:textId="77777777" w:rsidR="00675843" w:rsidRPr="00CA7D6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42303" w:rsidRPr="00CA7D66" w14:paraId="4561C00F" w14:textId="77777777" w:rsidTr="003C6DB7">
        <w:trPr>
          <w:trHeight w:val="397"/>
        </w:trPr>
        <w:tc>
          <w:tcPr>
            <w:tcW w:w="7513" w:type="dxa"/>
          </w:tcPr>
          <w:p w14:paraId="418F1021" w14:textId="0C2F1A28" w:rsidR="00556FED" w:rsidRPr="00185C35" w:rsidRDefault="00E42303" w:rsidP="00185C3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0B1AB8" w14:textId="416B3A17" w:rsidR="00BF6719" w:rsidRPr="00185C35" w:rsidRDefault="00BF6719" w:rsidP="00185C3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Ja</w:t>
            </w:r>
            <w:r w:rsidR="00801BDE" w:rsidRPr="00185C35">
              <w:rPr>
                <w:rFonts w:ascii="Corbel" w:hAnsi="Corbel"/>
                <w:b w:val="0"/>
                <w:smallCaps w:val="0"/>
                <w:szCs w:val="24"/>
              </w:rPr>
              <w:t>unus</w:t>
            </w:r>
            <w:r w:rsidR="00185C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185C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(2018).</w:t>
            </w:r>
            <w:r w:rsidRPr="00185C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zajęciowa osób z niepełnosprawnością intelektualna</w:t>
            </w:r>
            <w:r w:rsidR="00185C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185C35"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PZWL.</w:t>
            </w:r>
          </w:p>
          <w:p w14:paraId="7D622E59" w14:textId="02BC64DC" w:rsidR="00742340" w:rsidRDefault="00556FED" w:rsidP="00185C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Kaczmarek, G i in.</w:t>
            </w:r>
            <w:r w:rsidR="00742340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(2020). 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Standard pracy socjalnej z osobą z niepełnosprawnością i jej rodzina z uwzględnieniem osób z zaburzeniami psychicznymi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. </w:t>
            </w:r>
            <w:r w:rsidR="00742340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Wrzos</w:t>
            </w:r>
            <w:r w:rsidRPr="00185C35">
              <w:rPr>
                <w:rFonts w:ascii="Corbel" w:hAnsi="Corbel"/>
                <w:smallCaps w:val="0"/>
                <w:color w:val="000000"/>
                <w:szCs w:val="24"/>
              </w:rPr>
              <w:t>.</w:t>
            </w:r>
            <w:r w:rsidR="006F4480"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F485688" w14:textId="49026ED1" w:rsidR="006F4480" w:rsidRPr="00185C35" w:rsidRDefault="00742340" w:rsidP="00185C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340">
              <w:rPr>
                <w:rFonts w:ascii="Corbel" w:hAnsi="Corbel"/>
                <w:b w:val="0"/>
                <w:smallCaps w:val="0"/>
                <w:szCs w:val="24"/>
              </w:rPr>
              <w:t>https://www.wrzos.org.pl/projekt1.18/download/SPS%20ON%20usp.pdf</w:t>
            </w:r>
          </w:p>
          <w:p w14:paraId="58F26440" w14:textId="2A176ECA" w:rsidR="00E42303" w:rsidRPr="00185C35" w:rsidRDefault="006F4480" w:rsidP="00185C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Podgórska-Jachnik</w:t>
            </w:r>
            <w:r w:rsidR="007423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D., Pietras</w:t>
            </w:r>
            <w:r w:rsidR="007423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T.</w:t>
            </w:r>
            <w:r w:rsidR="007423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(2014). 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z osobami z   zaburzeniami  psychicznymi i ich rodzinami</w:t>
            </w:r>
            <w:r w:rsidR="0074234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742340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589ACAC5" w14:textId="048820B9" w:rsidR="00E42303" w:rsidRPr="00742340" w:rsidRDefault="006F4480" w:rsidP="00742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Wrona S., Rottermund J.(2017).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Praca na rzecz osób niepełnosprawnych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  <w:r w:rsidR="007423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Sosnowiec: 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Wyższa Szkoła Humanitas.</w:t>
            </w:r>
          </w:p>
        </w:tc>
      </w:tr>
      <w:tr w:rsidR="00E42303" w:rsidRPr="00CA7D66" w14:paraId="0F03BD80" w14:textId="77777777" w:rsidTr="002A2C8D">
        <w:trPr>
          <w:trHeight w:val="397"/>
        </w:trPr>
        <w:tc>
          <w:tcPr>
            <w:tcW w:w="7513" w:type="dxa"/>
          </w:tcPr>
          <w:p w14:paraId="3011CCF9" w14:textId="77777777" w:rsidR="00BF6719" w:rsidRPr="00185C35" w:rsidRDefault="00E42303" w:rsidP="00185C35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DF8F326" w14:textId="47221EE5" w:rsidR="00BF6719" w:rsidRPr="00185C35" w:rsidRDefault="00E42303" w:rsidP="00185C35">
            <w:pPr>
              <w:spacing w:before="120" w:after="120" w:line="240" w:lineRule="auto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 xml:space="preserve"> </w:t>
            </w:r>
            <w:r w:rsidR="00BF6719"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Rynkowska,D., Błaszczuk,K.(2014). </w:t>
            </w:r>
            <w:r w:rsidR="00BF6719" w:rsidRPr="00742340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socjalnej. Podręcznik dla studentów</w:t>
            </w:r>
            <w:r w:rsidR="00BF6719"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</w:t>
            </w:r>
            <w:r w:rsidR="007423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Rzeszów: Wydawnictwo Uniwersytetu Rzeszowskiego.</w:t>
            </w:r>
          </w:p>
          <w:p w14:paraId="2CF5233E" w14:textId="54BDE222" w:rsidR="00E37F66" w:rsidRPr="00742340" w:rsidRDefault="00BF6719" w:rsidP="00185C3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Rynkowska,D., Błaszczuk,K.(2016). </w:t>
            </w:r>
            <w:r w:rsidRPr="00742340">
              <w:rPr>
                <w:rFonts w:ascii="Corbel" w:hAnsi="Corbel" w:cstheme="minorHAnsi"/>
                <w:b w:val="0"/>
                <w:bCs/>
                <w:i/>
                <w:iCs/>
                <w:smallCaps w:val="0"/>
                <w:szCs w:val="24"/>
              </w:rPr>
              <w:t>Problemy społeczne i opiekuńcze seniorów i ich rodzin. Studium socjologiczne na przykładzie opinii pracowników socjalnych.</w:t>
            </w:r>
            <w:r w:rsid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 Rzeszów: </w:t>
            </w:r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Wydawnictwo Uniwersytetu Rzeszowskiego</w:t>
            </w:r>
            <w:r w:rsid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.</w:t>
            </w:r>
          </w:p>
          <w:p w14:paraId="5211C6C8" w14:textId="1B8EEA44" w:rsidR="00E42303" w:rsidRPr="00742340" w:rsidRDefault="00AF2F8A" w:rsidP="0074234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Świderska</w:t>
            </w:r>
            <w:r w:rsidR="00556FED"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,M.(2013).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wspierania dzieci i dorosłych upośledzonych intelektualnie</w:t>
            </w:r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„Pedagogika Rodziny” 2013, nr 3(1)</w:t>
            </w:r>
            <w:r w:rsidR="00742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D899EFC" w14:textId="77777777" w:rsidR="0085747A" w:rsidRPr="00CA7D6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A4E7F6" w14:textId="77777777" w:rsidR="0085747A" w:rsidRPr="00CA7D6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3ADF9" w14:textId="77777777" w:rsidR="0085747A" w:rsidRPr="00CA7D6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7D6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7D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4BDB0" w14:textId="77777777" w:rsidR="00BB0291" w:rsidRDefault="00BB0291" w:rsidP="00C16ABF">
      <w:pPr>
        <w:spacing w:after="0" w:line="240" w:lineRule="auto"/>
      </w:pPr>
      <w:r>
        <w:separator/>
      </w:r>
    </w:p>
  </w:endnote>
  <w:endnote w:type="continuationSeparator" w:id="0">
    <w:p w14:paraId="1CEC8B29" w14:textId="77777777" w:rsidR="00BB0291" w:rsidRDefault="00BB02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7E4D8" w14:textId="77777777" w:rsidR="00BB0291" w:rsidRDefault="00BB0291" w:rsidP="00C16ABF">
      <w:pPr>
        <w:spacing w:after="0" w:line="240" w:lineRule="auto"/>
      </w:pPr>
      <w:r>
        <w:separator/>
      </w:r>
    </w:p>
  </w:footnote>
  <w:footnote w:type="continuationSeparator" w:id="0">
    <w:p w14:paraId="210F8E55" w14:textId="77777777" w:rsidR="00BB0291" w:rsidRDefault="00BB0291" w:rsidP="00C16ABF">
      <w:pPr>
        <w:spacing w:after="0" w:line="240" w:lineRule="auto"/>
      </w:pPr>
      <w:r>
        <w:continuationSeparator/>
      </w:r>
    </w:p>
  </w:footnote>
  <w:footnote w:id="1">
    <w:p w14:paraId="3D6EB7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2221967">
    <w:abstractNumId w:val="0"/>
  </w:num>
  <w:num w:numId="2" w16cid:durableId="14427470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D7D"/>
    <w:rsid w:val="000152B4"/>
    <w:rsid w:val="00015B8F"/>
    <w:rsid w:val="0001618B"/>
    <w:rsid w:val="00022ECE"/>
    <w:rsid w:val="00042A51"/>
    <w:rsid w:val="00042D2E"/>
    <w:rsid w:val="00044C82"/>
    <w:rsid w:val="0007043B"/>
    <w:rsid w:val="00070ED6"/>
    <w:rsid w:val="000742DC"/>
    <w:rsid w:val="00077EDF"/>
    <w:rsid w:val="00081939"/>
    <w:rsid w:val="00084C12"/>
    <w:rsid w:val="000860BB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E14FB"/>
    <w:rsid w:val="000F1C57"/>
    <w:rsid w:val="000F5615"/>
    <w:rsid w:val="000F783C"/>
    <w:rsid w:val="0011695A"/>
    <w:rsid w:val="00124BFF"/>
    <w:rsid w:val="0012560E"/>
    <w:rsid w:val="00127108"/>
    <w:rsid w:val="00134B13"/>
    <w:rsid w:val="00146BC0"/>
    <w:rsid w:val="00153C41"/>
    <w:rsid w:val="00154381"/>
    <w:rsid w:val="001633AE"/>
    <w:rsid w:val="001640A7"/>
    <w:rsid w:val="00164FA7"/>
    <w:rsid w:val="00166A03"/>
    <w:rsid w:val="001718A7"/>
    <w:rsid w:val="001737CF"/>
    <w:rsid w:val="00176083"/>
    <w:rsid w:val="00185C35"/>
    <w:rsid w:val="00192F37"/>
    <w:rsid w:val="001A70D2"/>
    <w:rsid w:val="001D4F8B"/>
    <w:rsid w:val="001D657B"/>
    <w:rsid w:val="001D7B54"/>
    <w:rsid w:val="001E0209"/>
    <w:rsid w:val="001F2CA2"/>
    <w:rsid w:val="001F653A"/>
    <w:rsid w:val="00201140"/>
    <w:rsid w:val="002144C0"/>
    <w:rsid w:val="0022477D"/>
    <w:rsid w:val="002278A9"/>
    <w:rsid w:val="002336F9"/>
    <w:rsid w:val="0024028F"/>
    <w:rsid w:val="00243438"/>
    <w:rsid w:val="00244ABC"/>
    <w:rsid w:val="00281FF2"/>
    <w:rsid w:val="002857DE"/>
    <w:rsid w:val="00291567"/>
    <w:rsid w:val="002A22BF"/>
    <w:rsid w:val="002A2389"/>
    <w:rsid w:val="002A2C8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24721"/>
    <w:rsid w:val="003343CF"/>
    <w:rsid w:val="00346FE9"/>
    <w:rsid w:val="0034759A"/>
    <w:rsid w:val="003503F6"/>
    <w:rsid w:val="003530DD"/>
    <w:rsid w:val="00355958"/>
    <w:rsid w:val="00363F78"/>
    <w:rsid w:val="003A0A5B"/>
    <w:rsid w:val="003A1176"/>
    <w:rsid w:val="003B12DE"/>
    <w:rsid w:val="003C0BAE"/>
    <w:rsid w:val="003C49B8"/>
    <w:rsid w:val="003C6DB7"/>
    <w:rsid w:val="003D18A9"/>
    <w:rsid w:val="003D6CE2"/>
    <w:rsid w:val="003E1941"/>
    <w:rsid w:val="003E2FC7"/>
    <w:rsid w:val="003E2FE6"/>
    <w:rsid w:val="003E49D5"/>
    <w:rsid w:val="003E4BA7"/>
    <w:rsid w:val="003F205D"/>
    <w:rsid w:val="003F38C0"/>
    <w:rsid w:val="00404DA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56FED"/>
    <w:rsid w:val="0056228A"/>
    <w:rsid w:val="0056696D"/>
    <w:rsid w:val="0059484D"/>
    <w:rsid w:val="005A0855"/>
    <w:rsid w:val="005A0927"/>
    <w:rsid w:val="005A133C"/>
    <w:rsid w:val="005A3196"/>
    <w:rsid w:val="005C080F"/>
    <w:rsid w:val="005C55E5"/>
    <w:rsid w:val="005C696A"/>
    <w:rsid w:val="005D4868"/>
    <w:rsid w:val="005E6E85"/>
    <w:rsid w:val="005F03D1"/>
    <w:rsid w:val="005F31D2"/>
    <w:rsid w:val="0061029B"/>
    <w:rsid w:val="00617230"/>
    <w:rsid w:val="00621CE1"/>
    <w:rsid w:val="00627FC9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5117"/>
    <w:rsid w:val="006D050F"/>
    <w:rsid w:val="006D6139"/>
    <w:rsid w:val="006E5633"/>
    <w:rsid w:val="006E5D65"/>
    <w:rsid w:val="006F1282"/>
    <w:rsid w:val="006F1FBC"/>
    <w:rsid w:val="006F31E2"/>
    <w:rsid w:val="006F4480"/>
    <w:rsid w:val="00706544"/>
    <w:rsid w:val="007072BA"/>
    <w:rsid w:val="0071620A"/>
    <w:rsid w:val="00724677"/>
    <w:rsid w:val="00725459"/>
    <w:rsid w:val="007327BD"/>
    <w:rsid w:val="00734608"/>
    <w:rsid w:val="00742340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F4155"/>
    <w:rsid w:val="00801BDE"/>
    <w:rsid w:val="0081554D"/>
    <w:rsid w:val="0081707E"/>
    <w:rsid w:val="00832049"/>
    <w:rsid w:val="008449B3"/>
    <w:rsid w:val="00853272"/>
    <w:rsid w:val="008552A2"/>
    <w:rsid w:val="0085747A"/>
    <w:rsid w:val="00866E04"/>
    <w:rsid w:val="0086780C"/>
    <w:rsid w:val="0088083E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64F4"/>
    <w:rsid w:val="008F12C9"/>
    <w:rsid w:val="008F48EA"/>
    <w:rsid w:val="008F6E29"/>
    <w:rsid w:val="00916188"/>
    <w:rsid w:val="00923D7D"/>
    <w:rsid w:val="009262E3"/>
    <w:rsid w:val="009508DF"/>
    <w:rsid w:val="00950DAC"/>
    <w:rsid w:val="00954A07"/>
    <w:rsid w:val="009765E3"/>
    <w:rsid w:val="0098274D"/>
    <w:rsid w:val="00995A87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6D47"/>
    <w:rsid w:val="00A371F6"/>
    <w:rsid w:val="00A43BF6"/>
    <w:rsid w:val="00A53FA5"/>
    <w:rsid w:val="00A54817"/>
    <w:rsid w:val="00A601C8"/>
    <w:rsid w:val="00A60799"/>
    <w:rsid w:val="00A84494"/>
    <w:rsid w:val="00A84C85"/>
    <w:rsid w:val="00A97DE1"/>
    <w:rsid w:val="00AA5A60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FCB"/>
    <w:rsid w:val="00AF2C1E"/>
    <w:rsid w:val="00AF2F8A"/>
    <w:rsid w:val="00AF4430"/>
    <w:rsid w:val="00B03B52"/>
    <w:rsid w:val="00B06142"/>
    <w:rsid w:val="00B135B1"/>
    <w:rsid w:val="00B3130B"/>
    <w:rsid w:val="00B40ADB"/>
    <w:rsid w:val="00B43B77"/>
    <w:rsid w:val="00B43E80"/>
    <w:rsid w:val="00B536D4"/>
    <w:rsid w:val="00B607DB"/>
    <w:rsid w:val="00B66529"/>
    <w:rsid w:val="00B75946"/>
    <w:rsid w:val="00B8056E"/>
    <w:rsid w:val="00B819C8"/>
    <w:rsid w:val="00B82308"/>
    <w:rsid w:val="00B90885"/>
    <w:rsid w:val="00B915A4"/>
    <w:rsid w:val="00BB0291"/>
    <w:rsid w:val="00BB520A"/>
    <w:rsid w:val="00BD3869"/>
    <w:rsid w:val="00BD66E9"/>
    <w:rsid w:val="00BD6FF4"/>
    <w:rsid w:val="00BE2E05"/>
    <w:rsid w:val="00BF2C41"/>
    <w:rsid w:val="00BF6719"/>
    <w:rsid w:val="00C058B4"/>
    <w:rsid w:val="00C05F44"/>
    <w:rsid w:val="00C131B5"/>
    <w:rsid w:val="00C15E5C"/>
    <w:rsid w:val="00C16ABF"/>
    <w:rsid w:val="00C170AE"/>
    <w:rsid w:val="00C26CB7"/>
    <w:rsid w:val="00C324C1"/>
    <w:rsid w:val="00C36992"/>
    <w:rsid w:val="00C53FC8"/>
    <w:rsid w:val="00C56036"/>
    <w:rsid w:val="00C61DC5"/>
    <w:rsid w:val="00C67E92"/>
    <w:rsid w:val="00C70A26"/>
    <w:rsid w:val="00C72A1E"/>
    <w:rsid w:val="00C766DF"/>
    <w:rsid w:val="00C94B98"/>
    <w:rsid w:val="00CA2B96"/>
    <w:rsid w:val="00CA5089"/>
    <w:rsid w:val="00CA56E5"/>
    <w:rsid w:val="00CA7D66"/>
    <w:rsid w:val="00CB2EE4"/>
    <w:rsid w:val="00CD42D9"/>
    <w:rsid w:val="00CD6897"/>
    <w:rsid w:val="00CE5BAC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045"/>
    <w:rsid w:val="00DF71C8"/>
    <w:rsid w:val="00E129B8"/>
    <w:rsid w:val="00E21E7D"/>
    <w:rsid w:val="00E22FBC"/>
    <w:rsid w:val="00E24BF5"/>
    <w:rsid w:val="00E25338"/>
    <w:rsid w:val="00E365A7"/>
    <w:rsid w:val="00E37F66"/>
    <w:rsid w:val="00E4230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175"/>
    <w:rsid w:val="00EC4899"/>
    <w:rsid w:val="00ED03AB"/>
    <w:rsid w:val="00ED32D2"/>
    <w:rsid w:val="00EE32DE"/>
    <w:rsid w:val="00EE5457"/>
    <w:rsid w:val="00F070AB"/>
    <w:rsid w:val="00F118FC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76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556FED"/>
  </w:style>
  <w:style w:type="paragraph" w:styleId="NormalnyWeb">
    <w:name w:val="Normal (Web)"/>
    <w:basedOn w:val="Normalny"/>
    <w:uiPriority w:val="99"/>
    <w:unhideWhenUsed/>
    <w:rsid w:val="00556F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5D0-BAAF-4698-A380-1F9391C47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9E1F82-FF7D-460B-B0A4-F6CD5CE08A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1219CE-F499-4C23-8630-9919CB405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4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12</cp:revision>
  <cp:lastPrinted>2019-02-06T12:12:00Z</cp:lastPrinted>
  <dcterms:created xsi:type="dcterms:W3CDTF">2021-09-12T14:33:00Z</dcterms:created>
  <dcterms:modified xsi:type="dcterms:W3CDTF">2023-07-12T06:42:00Z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